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73FF582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5E5C85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197F6A8" w:rsidRDefault="0071620A" w14:paraId="7B440C05" w14:textId="2DE55670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197F6A8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197F6A8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197F6A8" w:rsidR="00213E13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0197F6A8" w:rsidR="064C7DF2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197F6A8" w:rsidR="00213E13">
        <w:rPr>
          <w:rFonts w:ascii="Corbel" w:hAnsi="Corbel"/>
          <w:i w:val="1"/>
          <w:iCs w:val="1"/>
          <w:smallCaps w:val="1"/>
          <w:sz w:val="24"/>
          <w:szCs w:val="24"/>
        </w:rPr>
        <w:t>23-2023/</w:t>
      </w:r>
      <w:r w:rsidRPr="0197F6A8" w:rsidR="407CAE56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197F6A8" w:rsidR="00213E13">
        <w:rPr>
          <w:rFonts w:ascii="Corbel" w:hAnsi="Corbel"/>
          <w:i w:val="1"/>
          <w:iCs w:val="1"/>
          <w:smallCaps w:val="1"/>
          <w:sz w:val="24"/>
          <w:szCs w:val="24"/>
        </w:rPr>
        <w:t>24</w:t>
      </w:r>
    </w:p>
    <w:p w:rsidR="0085747A" w:rsidP="00EA4832" w:rsidRDefault="00EA4832" w14:paraId="7C8E0829" w14:textId="05B37AB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197F6A8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0197F6A8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197F6A8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197F6A8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FDBFFE8" w14:textId="743EC53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213E13">
        <w:rPr>
          <w:rFonts w:ascii="Corbel" w:hAnsi="Corbel"/>
          <w:sz w:val="20"/>
          <w:szCs w:val="20"/>
        </w:rPr>
        <w:t>202</w:t>
      </w:r>
      <w:r w:rsidR="005E540F">
        <w:rPr>
          <w:rFonts w:ascii="Corbel" w:hAnsi="Corbel"/>
          <w:sz w:val="20"/>
          <w:szCs w:val="20"/>
        </w:rPr>
        <w:t>3</w:t>
      </w:r>
      <w:r w:rsidR="00213E13">
        <w:rPr>
          <w:rFonts w:ascii="Corbel" w:hAnsi="Corbel"/>
          <w:sz w:val="20"/>
          <w:szCs w:val="20"/>
        </w:rPr>
        <w:t>/</w:t>
      </w:r>
      <w:r w:rsidR="07717454">
        <w:rPr>
          <w:rFonts w:ascii="Corbel" w:hAnsi="Corbel"/>
          <w:sz w:val="20"/>
          <w:szCs w:val="20"/>
        </w:rPr>
        <w:t>20</w:t>
      </w:r>
      <w:r w:rsidR="00213E13">
        <w:rPr>
          <w:rFonts w:ascii="Corbel" w:hAnsi="Corbel"/>
          <w:sz w:val="20"/>
          <w:szCs w:val="20"/>
        </w:rPr>
        <w:t>2</w:t>
      </w:r>
      <w:r w:rsidR="005E540F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65F5609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1875DB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197F6A8" w14:paraId="094F993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1222B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197F6A8" w:rsidRDefault="00213E13" w14:paraId="66DEB842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197F6A8" w:rsidR="00213E13">
              <w:rPr>
                <w:rFonts w:ascii="Corbel" w:hAnsi="Corbel"/>
                <w:b w:val="1"/>
                <w:bCs w:val="1"/>
                <w:sz w:val="24"/>
                <w:szCs w:val="24"/>
              </w:rPr>
              <w:t>Prawo umów</w:t>
            </w:r>
          </w:p>
        </w:tc>
      </w:tr>
      <w:tr w:rsidRPr="009C54AE" w:rsidR="0085747A" w:rsidTr="0197F6A8" w14:paraId="0D7389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DB49E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13E13" w14:paraId="253C18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A2SO60</w:t>
            </w:r>
          </w:p>
        </w:tc>
      </w:tr>
      <w:tr w:rsidRPr="009C54AE" w:rsidR="00213E13" w:rsidTr="0197F6A8" w14:paraId="428D409B" w14:textId="77777777">
        <w:tc>
          <w:tcPr>
            <w:tcW w:w="2694" w:type="dxa"/>
            <w:tcMar/>
            <w:vAlign w:val="center"/>
          </w:tcPr>
          <w:p w:rsidRPr="009C54AE" w:rsidR="00213E13" w:rsidP="00EA4832" w:rsidRDefault="00213E13" w14:paraId="247A90E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197F6A8" w:rsidRDefault="00213E13" w14:paraId="0D16E649" w14:textId="4455151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197F6A8" w:rsidR="00213E13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0197F6A8" w:rsidR="005E540F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0197F6A8" w:rsidR="00213E1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213E13" w:rsidTr="0197F6A8" w14:paraId="1E4C851F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3FF45C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197F6A8" w:rsidRDefault="00213E13" w14:paraId="1C7DB9C5" w14:textId="714470E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197F6A8" w:rsidR="3FEB03F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197F6A8" w:rsidR="00213E1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Postępowania Cywilnego </w:t>
            </w:r>
          </w:p>
        </w:tc>
      </w:tr>
      <w:tr w:rsidRPr="009C54AE" w:rsidR="00213E13" w:rsidTr="0197F6A8" w14:paraId="52857857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789BC5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06F78E6" w:rsidRDefault="00213E13" w14:paraId="0B0178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213E13" w:rsidTr="0197F6A8" w14:paraId="42AD3718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656690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06F78E6" w:rsidRDefault="00213E13" w14:paraId="2AB6D2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Pr="009C54AE" w:rsidR="00213E13" w:rsidTr="0197F6A8" w14:paraId="30065AA1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0A277C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06F78E6" w:rsidRDefault="00213E13" w14:paraId="27F2FD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197F6A8" w14:paraId="40CD3D3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ECFA1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13E13" w14:paraId="7E66977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197F6A8" w14:paraId="0951F7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CB16A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197F6A8" w:rsidRDefault="00213E13" w14:paraId="5D61BB0E" w14:textId="1561444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197F6A8" w:rsidR="00213E13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197F6A8" w:rsidR="78BF41B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</w:t>
            </w:r>
            <w:r w:rsidRPr="0197F6A8" w:rsidR="00213E1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IV</w:t>
            </w:r>
          </w:p>
        </w:tc>
      </w:tr>
      <w:tr w:rsidRPr="009C54AE" w:rsidR="0085747A" w:rsidTr="0197F6A8" w14:paraId="12AA48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89C6D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197F6A8" w:rsidRDefault="00213E13" w14:paraId="140EB108" w14:textId="29BBA95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197F6A8" w:rsidR="00213E13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 (ścieżka kształcenia w zakresie administracji podmiotów niepublicznych)</w:t>
            </w:r>
          </w:p>
        </w:tc>
      </w:tr>
      <w:tr w:rsidRPr="009C54AE" w:rsidR="00213E13" w:rsidTr="0197F6A8" w14:paraId="3C2ED57E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29A9C3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06F78E6" w:rsidRDefault="00213E13" w14:paraId="70CE7A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213E13" w:rsidTr="0197F6A8" w14:paraId="1A29021D" w14:textId="77777777">
        <w:tc>
          <w:tcPr>
            <w:tcW w:w="2694" w:type="dxa"/>
            <w:tcMar/>
            <w:vAlign w:val="center"/>
          </w:tcPr>
          <w:p w:rsidRPr="009C54AE" w:rsidR="00213E13" w:rsidP="009C54AE" w:rsidRDefault="00213E13" w14:paraId="6BC116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213E13" w:rsidP="006F78E6" w:rsidRDefault="00694FDA" w14:paraId="6987CF4F" w14:textId="774192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Kosior</w:t>
            </w:r>
          </w:p>
        </w:tc>
      </w:tr>
      <w:tr w:rsidRPr="009C54AE" w:rsidR="00694FDA" w:rsidTr="0197F6A8" w14:paraId="0F1B5007" w14:textId="77777777">
        <w:tc>
          <w:tcPr>
            <w:tcW w:w="2694" w:type="dxa"/>
            <w:tcMar/>
            <w:vAlign w:val="center"/>
          </w:tcPr>
          <w:p w:rsidRPr="009C54AE" w:rsidR="00694FDA" w:rsidP="00694FDA" w:rsidRDefault="00694FDA" w14:paraId="3242C2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94FDA" w:rsidP="00694FDA" w:rsidRDefault="00694FDA" w14:paraId="461AD99E" w14:textId="22CD63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Kosior</w:t>
            </w:r>
          </w:p>
        </w:tc>
      </w:tr>
    </w:tbl>
    <w:p w:rsidRPr="009C54AE" w:rsidR="0085747A" w:rsidP="009C54AE" w:rsidRDefault="0085747A" w14:paraId="25D9D6E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116959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A759FB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D7E065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945"/>
        <w:gridCol w:w="670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015B8F" w:rsidTr="0197F6A8" w14:paraId="42F562BF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6C68B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9EB41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12A76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21ED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AA64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0F05A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DD38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C696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180F3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AFBBC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67BB5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197F6A8" w14:paraId="7A4D534B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13E13" w14:paraId="5ADA1C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13E13" w14:paraId="7C7F19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13E13" w14:paraId="3313EE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EA124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703D9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9CCA6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B0FEB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CDBE7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B3F92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13E13" w14:paraId="40D65A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75AEE4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67317D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8677AD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13E13" w14:paraId="14E03FC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213E13" w14:paraId="79FAAB0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080E6B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0C1EED8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2B1827" w:rsidP="00F83B28" w:rsidRDefault="002B1827" w14:paraId="198BADC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2B1827" w:rsidP="002B1827" w:rsidRDefault="002B1827" w14:paraId="1E96CC04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007D31D3">
        <w:rPr>
          <w:rFonts w:ascii="Corbel" w:hAnsi="Corbel" w:eastAsia="Cambria"/>
          <w:b/>
          <w:sz w:val="24"/>
          <w:szCs w:val="24"/>
        </w:rPr>
        <w:t xml:space="preserve">Wykład </w:t>
      </w:r>
      <w:r w:rsidRPr="004D662A">
        <w:rPr>
          <w:rFonts w:ascii="Corbel" w:hAnsi="Corbel" w:eastAsia="Cambria"/>
          <w:sz w:val="24"/>
          <w:szCs w:val="24"/>
        </w:rPr>
        <w:t xml:space="preserve">– </w:t>
      </w:r>
      <w:r>
        <w:rPr>
          <w:rFonts w:ascii="Corbel" w:hAnsi="Corbel" w:eastAsia="Cambria"/>
          <w:sz w:val="24"/>
          <w:szCs w:val="24"/>
        </w:rPr>
        <w:t xml:space="preserve">egzamin </w:t>
      </w:r>
    </w:p>
    <w:p w:rsidRPr="004D662A" w:rsidR="002B1827" w:rsidP="002B1827" w:rsidRDefault="002B1827" w14:paraId="1A1D80AF" w14:textId="77777777">
      <w:pPr>
        <w:shd w:val="clear" w:color="auto" w:fill="FFFFFF"/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</w:p>
    <w:p w:rsidRPr="004D662A" w:rsidR="002B1827" w:rsidP="002B1827" w:rsidRDefault="002B1827" w14:paraId="78DE7B2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D31D3">
        <w:rPr>
          <w:rFonts w:ascii="Corbel" w:hAnsi="Corbel" w:eastAsia="Cambria"/>
          <w:smallCaps w:val="0"/>
          <w:szCs w:val="24"/>
        </w:rPr>
        <w:t>Ćwiczenia</w:t>
      </w:r>
      <w:r w:rsidRPr="004D662A">
        <w:rPr>
          <w:rFonts w:ascii="Corbel" w:hAnsi="Corbel" w:eastAsia="Cambria"/>
          <w:b w:val="0"/>
          <w:smallCaps w:val="0"/>
          <w:szCs w:val="24"/>
        </w:rPr>
        <w:t xml:space="preserve"> – </w:t>
      </w:r>
      <w:r>
        <w:rPr>
          <w:rFonts w:ascii="Corbel" w:hAnsi="Corbel" w:eastAsia="Cambria"/>
          <w:b w:val="0"/>
          <w:smallCaps w:val="0"/>
          <w:szCs w:val="24"/>
        </w:rPr>
        <w:t>zaliczenie z oceną</w:t>
      </w:r>
    </w:p>
    <w:p w:rsidR="009C54AE" w:rsidP="009C54AE" w:rsidRDefault="009C54AE" w14:paraId="0A26C51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C6388A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197F6A8" w:rsidR="0085747A">
        <w:rPr>
          <w:rFonts w:ascii="Corbel" w:hAnsi="Corbel"/>
        </w:rPr>
        <w:t xml:space="preserve">2.Wymagania wstępne </w:t>
      </w:r>
    </w:p>
    <w:p w:rsidR="0197F6A8" w:rsidP="0197F6A8" w:rsidRDefault="0197F6A8" w14:paraId="7D8E89A9" w14:textId="1007F7D7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197F6A8" w14:paraId="38E438DB" w14:textId="77777777">
        <w:tc>
          <w:tcPr>
            <w:tcW w:w="9670" w:type="dxa"/>
            <w:tcMar/>
          </w:tcPr>
          <w:p w:rsidRPr="009C54AE" w:rsidR="0085747A" w:rsidP="0197F6A8" w:rsidRDefault="0085747A" w14:paraId="66968E76" w14:textId="7B3391DF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197F6A8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Elementarna</w:t>
            </w:r>
            <w:r w:rsidRPr="0197F6A8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wiedza z </w:t>
            </w:r>
            <w:r w:rsidRPr="0197F6A8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zakresu </w:t>
            </w:r>
            <w:r w:rsidRPr="0197F6A8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podstaw</w:t>
            </w:r>
            <w:r w:rsidRPr="0197F6A8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  <w:r w:rsidRPr="0197F6A8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prawa cywilnego</w:t>
            </w:r>
            <w:r w:rsidRPr="0197F6A8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z umowami w administracji</w:t>
            </w:r>
            <w:r w:rsidRPr="0197F6A8" w:rsidR="002B1827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oraz nauki administracji</w:t>
            </w:r>
          </w:p>
        </w:tc>
      </w:tr>
    </w:tbl>
    <w:p w:rsidR="00153C41" w:rsidP="009C54AE" w:rsidRDefault="00153C41" w14:paraId="26660A4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3A5A5D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4D793E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D51CF4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68884E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2B1827" w:rsidTr="006F78E6" w14:paraId="7DFD13B2" w14:textId="77777777">
        <w:tc>
          <w:tcPr>
            <w:tcW w:w="851" w:type="dxa"/>
            <w:vAlign w:val="center"/>
          </w:tcPr>
          <w:p w:rsidRPr="008B2701" w:rsidR="002B1827" w:rsidP="006F78E6" w:rsidRDefault="002B1827" w14:paraId="0E600D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0335F" w:rsidR="002B1827" w:rsidP="002B1827" w:rsidRDefault="002B1827" w14:paraId="15FF4B6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Zaznajomienie studentów z problematyką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prawa umów</w:t>
            </w: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, co przełoży się na pogłębienie treści przedmiotu w porównaniu z ogólnym kursem z zakresu podstaw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prawa cywilnego</w:t>
            </w:r>
          </w:p>
        </w:tc>
      </w:tr>
      <w:tr w:rsidRPr="009C54AE" w:rsidR="002B1827" w:rsidTr="006F78E6" w14:paraId="76BB5E2E" w14:textId="77777777">
        <w:tc>
          <w:tcPr>
            <w:tcW w:w="851" w:type="dxa"/>
            <w:vAlign w:val="center"/>
          </w:tcPr>
          <w:p w:rsidRPr="008B2701" w:rsidR="002B1827" w:rsidP="006F78E6" w:rsidRDefault="002B1827" w14:paraId="70E98CF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27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0335F" w:rsidR="002B1827" w:rsidP="006F78E6" w:rsidRDefault="002B1827" w14:paraId="4AD2094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Przekazanie studentom wiadomości temat sposobów realizacji zadań przez administrację publiczną w drodze czynności cywilnoprawnych, a w szczególności uporządkowanie wiedzy na temat typowych umów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 prawa cywilnego </w:t>
            </w: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na podstawie, których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również </w:t>
            </w: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>administracja pu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bliczna realizuje swoje zadania</w:t>
            </w:r>
          </w:p>
        </w:tc>
      </w:tr>
      <w:tr w:rsidRPr="009C54AE" w:rsidR="002B1827" w:rsidTr="006F78E6" w14:paraId="5247BD73" w14:textId="77777777">
        <w:tc>
          <w:tcPr>
            <w:tcW w:w="851" w:type="dxa"/>
            <w:vAlign w:val="center"/>
          </w:tcPr>
          <w:p w:rsidRPr="008B2701" w:rsidR="002B1827" w:rsidP="006F78E6" w:rsidRDefault="002B1827" w14:paraId="0D1906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E0335F" w:rsidR="002B1827" w:rsidP="002B1827" w:rsidRDefault="002B1827" w14:paraId="1409AD3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Zaprezentowanie studentom zasadniczych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poglądów doktryny oraz</w:t>
            </w:r>
            <w:r w:rsidRPr="00E0335F">
              <w:rPr>
                <w:rFonts w:ascii="Corbel" w:hAnsi="Corbel"/>
                <w:b w:val="0"/>
                <w:i/>
                <w:sz w:val="24"/>
                <w:szCs w:val="24"/>
              </w:rPr>
              <w:t xml:space="preserve"> orzecznictwa z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zakresu problematyki przedmiotu</w:t>
            </w:r>
          </w:p>
        </w:tc>
      </w:tr>
      <w:tr w:rsidRPr="009C54AE" w:rsidR="002B1827" w:rsidTr="006F78E6" w14:paraId="61E59974" w14:textId="77777777">
        <w:tc>
          <w:tcPr>
            <w:tcW w:w="851" w:type="dxa"/>
            <w:vAlign w:val="center"/>
          </w:tcPr>
          <w:p w:rsidRPr="008B2701" w:rsidR="002B1827" w:rsidP="006F78E6" w:rsidRDefault="002B1827" w14:paraId="253BB8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3E3DC5" w:rsidR="002B1827" w:rsidP="002B1827" w:rsidRDefault="002B1827" w14:paraId="7F2C4F2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 xml:space="preserve">Wypracowanie u studentów praktycznych umiejętności polegających na </w:t>
            </w:r>
            <w:r w:rsidRPr="00814C8E"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ro</w:t>
            </w:r>
            <w:r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związywaniu konkretnych kazusów i przygotowaniu umów,</w:t>
            </w:r>
            <w:r w:rsidRPr="00814C8E"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 xml:space="preserve"> obejm</w:t>
            </w:r>
            <w:r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ujących problematykę przedmiotu, w efekcie przygotowanie studentów do samodzielnego stosowania przepisów prawnych z zakresu prawa umów  w praktyce</w:t>
            </w:r>
          </w:p>
        </w:tc>
      </w:tr>
    </w:tbl>
    <w:p w:rsidRPr="009C54AE" w:rsidR="0085747A" w:rsidP="009C54AE" w:rsidRDefault="0085747A" w14:paraId="403CF4F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D8DC0C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2297C7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3C2AFB1A" w14:textId="77777777">
        <w:tc>
          <w:tcPr>
            <w:tcW w:w="1701" w:type="dxa"/>
            <w:vAlign w:val="center"/>
          </w:tcPr>
          <w:p w:rsidRPr="009C54AE" w:rsidR="0085747A" w:rsidP="009C54AE" w:rsidRDefault="0085747A" w14:paraId="4C98C9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C8699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2BF9E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43EA7310" w14:textId="77777777">
        <w:tc>
          <w:tcPr>
            <w:tcW w:w="1701" w:type="dxa"/>
          </w:tcPr>
          <w:p w:rsidRPr="009C54AE" w:rsidR="0085747A" w:rsidP="009C54AE" w:rsidRDefault="0085747A" w14:paraId="57EFD9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26682" w:rsidR="0085747A" w:rsidP="00D26682" w:rsidRDefault="00D26682" w14:paraId="277BDBE3" w14:textId="77777777">
            <w:pPr>
              <w:pStyle w:val="TableParagraph"/>
              <w:spacing w:line="276" w:lineRule="auto"/>
              <w:ind w:right="97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Posiada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rozszerzoną</w:t>
            </w:r>
            <w:r w:rsidRPr="00C707C8">
              <w:rPr>
                <w:spacing w:val="-9"/>
                <w:sz w:val="23"/>
              </w:rPr>
              <w:t xml:space="preserve"> </w:t>
            </w:r>
            <w:r w:rsidRPr="00C707C8">
              <w:rPr>
                <w:sz w:val="23"/>
              </w:rPr>
              <w:t>wiedzę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o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roli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człowieka,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jego</w:t>
            </w:r>
            <w:r w:rsidRPr="00C707C8">
              <w:rPr>
                <w:spacing w:val="-9"/>
                <w:sz w:val="23"/>
              </w:rPr>
              <w:t xml:space="preserve"> </w:t>
            </w:r>
            <w:r w:rsidRPr="00C707C8">
              <w:rPr>
                <w:sz w:val="23"/>
              </w:rPr>
              <w:t>cechach</w:t>
            </w:r>
            <w:r w:rsidR="002D3283">
              <w:rPr>
                <w:sz w:val="23"/>
              </w:rPr>
              <w:t xml:space="preserve"> </w:t>
            </w:r>
            <w:r w:rsidRPr="00C707C8">
              <w:rPr>
                <w:spacing w:val="-43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aktywności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sferze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jako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twórcy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kultury</w:t>
            </w:r>
            <w:r w:rsidRPr="00C707C8">
              <w:rPr>
                <w:spacing w:val="8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8"/>
                <w:sz w:val="23"/>
              </w:rPr>
              <w:t xml:space="preserve"> </w:t>
            </w:r>
            <w:r w:rsidRPr="00C707C8">
              <w:rPr>
                <w:sz w:val="23"/>
              </w:rPr>
              <w:t>podmiotu</w:t>
            </w:r>
            <w:r w:rsidRPr="00C707C8">
              <w:rPr>
                <w:spacing w:val="9"/>
                <w:sz w:val="23"/>
              </w:rPr>
              <w:t xml:space="preserve"> </w:t>
            </w:r>
            <w:r w:rsidRPr="00C707C8">
              <w:rPr>
                <w:sz w:val="23"/>
              </w:rPr>
              <w:t>konstytuującego</w:t>
            </w:r>
            <w:r w:rsidRPr="00C707C8">
              <w:rPr>
                <w:spacing w:val="8"/>
                <w:sz w:val="23"/>
              </w:rPr>
              <w:t xml:space="preserve"> </w:t>
            </w:r>
            <w:r w:rsidRPr="00C707C8">
              <w:rPr>
                <w:sz w:val="23"/>
              </w:rPr>
              <w:t>struktury</w:t>
            </w:r>
            <w:r w:rsidRPr="00C707C8">
              <w:rPr>
                <w:spacing w:val="6"/>
                <w:sz w:val="23"/>
              </w:rPr>
              <w:t xml:space="preserve"> </w:t>
            </w:r>
            <w:r w:rsidRPr="00C707C8">
              <w:rPr>
                <w:sz w:val="23"/>
              </w:rPr>
              <w:t>społeczne</w:t>
            </w:r>
            <w:r w:rsidRPr="00C707C8">
              <w:rPr>
                <w:spacing w:val="7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z w:val="23"/>
              </w:rPr>
              <w:t xml:space="preserve"> zasady ich funkcjonowania</w:t>
            </w:r>
          </w:p>
        </w:tc>
        <w:tc>
          <w:tcPr>
            <w:tcW w:w="1873" w:type="dxa"/>
          </w:tcPr>
          <w:p w:rsidRPr="009C54AE" w:rsidR="0085747A" w:rsidP="009C54AE" w:rsidRDefault="002B1827" w14:paraId="55AF5F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05E6E85" w14:paraId="03C0D19F" w14:textId="77777777">
        <w:tc>
          <w:tcPr>
            <w:tcW w:w="1701" w:type="dxa"/>
          </w:tcPr>
          <w:p w:rsidRPr="009C54AE" w:rsidR="0085747A" w:rsidP="009C54AE" w:rsidRDefault="0085747A" w14:paraId="144D05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26682" w:rsidR="0085747A" w:rsidP="00D26682" w:rsidRDefault="00D26682" w14:paraId="69D70868" w14:textId="77777777">
            <w:pPr>
              <w:pStyle w:val="TableParagraph"/>
              <w:spacing w:before="1" w:line="276" w:lineRule="auto"/>
              <w:jc w:val="both"/>
              <w:rPr>
                <w:sz w:val="23"/>
              </w:rPr>
            </w:pPr>
            <w:r w:rsidRPr="00C707C8">
              <w:rPr>
                <w:sz w:val="23"/>
              </w:rPr>
              <w:t>Stosuje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pojęcia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zasady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25"/>
                <w:sz w:val="23"/>
              </w:rPr>
              <w:t xml:space="preserve"> </w:t>
            </w:r>
            <w:r w:rsidRPr="00C707C8">
              <w:rPr>
                <w:sz w:val="23"/>
              </w:rPr>
              <w:t>ochrony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własności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przemysłowej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9"/>
                <w:sz w:val="23"/>
              </w:rPr>
              <w:t xml:space="preserve"> </w:t>
            </w:r>
            <w:r w:rsidRPr="00C707C8">
              <w:rPr>
                <w:sz w:val="23"/>
              </w:rPr>
              <w:t>prawa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autorskiego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zna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zasady</w:t>
            </w:r>
            <w:r>
              <w:rPr>
                <w:sz w:val="23"/>
              </w:rPr>
              <w:t xml:space="preserve"> zarządzania zasobami własności intelektualnej</w:t>
            </w:r>
          </w:p>
        </w:tc>
        <w:tc>
          <w:tcPr>
            <w:tcW w:w="1873" w:type="dxa"/>
          </w:tcPr>
          <w:p w:rsidRPr="009C54AE" w:rsidR="0085747A" w:rsidP="009C54AE" w:rsidRDefault="002B1827" w14:paraId="796A72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85747A" w:rsidTr="005E6E85" w14:paraId="2AD47356" w14:textId="77777777">
        <w:tc>
          <w:tcPr>
            <w:tcW w:w="1701" w:type="dxa"/>
          </w:tcPr>
          <w:p w:rsidRPr="009C54AE" w:rsidR="0085747A" w:rsidP="009C54AE" w:rsidRDefault="002B1827" w14:paraId="173678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D26682" w:rsidR="0085747A" w:rsidP="00D26682" w:rsidRDefault="00D26682" w14:paraId="1FAB931C" w14:textId="77777777">
            <w:pPr>
              <w:pStyle w:val="TableParagraph"/>
              <w:spacing w:line="280" w:lineRule="exact"/>
              <w:jc w:val="both"/>
              <w:rPr>
                <w:sz w:val="23"/>
              </w:rPr>
            </w:pPr>
            <w:r w:rsidRPr="00C707C8">
              <w:rPr>
                <w:sz w:val="23"/>
              </w:rPr>
              <w:t>Zna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rozumie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metodologie</w:t>
            </w:r>
            <w:r w:rsidRPr="00C707C8">
              <w:rPr>
                <w:spacing w:val="72"/>
                <w:sz w:val="23"/>
              </w:rPr>
              <w:t xml:space="preserve"> </w:t>
            </w:r>
            <w:r w:rsidRPr="00C707C8">
              <w:rPr>
                <w:sz w:val="23"/>
              </w:rPr>
              <w:t>pracy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umysłowej</w:t>
            </w:r>
            <w:r w:rsidRPr="00C707C8">
              <w:rPr>
                <w:spacing w:val="7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reguły</w:t>
            </w:r>
            <w:r>
              <w:rPr>
                <w:sz w:val="23"/>
              </w:rPr>
              <w:t xml:space="preserve"> pisania prac naukowych</w:t>
            </w:r>
          </w:p>
        </w:tc>
        <w:tc>
          <w:tcPr>
            <w:tcW w:w="1873" w:type="dxa"/>
          </w:tcPr>
          <w:p w:rsidRPr="009C54AE" w:rsidR="0085747A" w:rsidP="009C54AE" w:rsidRDefault="002D3283" w14:paraId="14375C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B182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D26682" w:rsidTr="005E6E85" w14:paraId="31F5A96A" w14:textId="77777777">
        <w:tc>
          <w:tcPr>
            <w:tcW w:w="1701" w:type="dxa"/>
          </w:tcPr>
          <w:p w:rsidRPr="009C54AE" w:rsidR="00D26682" w:rsidP="006F78E6" w:rsidRDefault="00D26682" w14:paraId="33597E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Pr="00C707C8" w:rsidR="00D26682" w:rsidP="002D3283" w:rsidRDefault="00D26682" w14:paraId="0B5DF49E" w14:textId="77777777">
            <w:pPr>
              <w:pStyle w:val="TableParagraph"/>
              <w:spacing w:before="1" w:line="276" w:lineRule="auto"/>
              <w:ind w:right="98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Posiada umiejętność tworzenia dokumentów prawnych,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umów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69"/>
                <w:sz w:val="23"/>
              </w:rPr>
              <w:t xml:space="preserve"> </w:t>
            </w:r>
            <w:r w:rsidRPr="00C707C8">
              <w:rPr>
                <w:sz w:val="23"/>
              </w:rPr>
              <w:t>projektów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aktów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stosowania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prawa,</w:t>
            </w:r>
            <w:r w:rsidRPr="00C707C8">
              <w:rPr>
                <w:spacing w:val="69"/>
                <w:sz w:val="23"/>
              </w:rPr>
              <w:t xml:space="preserve"> </w:t>
            </w:r>
            <w:r w:rsidRPr="00C707C8">
              <w:rPr>
                <w:sz w:val="23"/>
              </w:rPr>
              <w:t>wraz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29"/>
                <w:sz w:val="23"/>
              </w:rPr>
              <w:t xml:space="preserve"> </w:t>
            </w:r>
            <w:r w:rsidRPr="00C707C8">
              <w:rPr>
                <w:sz w:val="23"/>
              </w:rPr>
              <w:t>ich</w:t>
            </w:r>
            <w:r w:rsidRPr="00C707C8">
              <w:rPr>
                <w:spacing w:val="28"/>
                <w:sz w:val="23"/>
              </w:rPr>
              <w:t xml:space="preserve"> </w:t>
            </w:r>
            <w:r w:rsidRPr="00C707C8">
              <w:rPr>
                <w:sz w:val="23"/>
              </w:rPr>
              <w:t>uzasadnieniem</w:t>
            </w:r>
            <w:r w:rsidRPr="00C707C8">
              <w:rPr>
                <w:spacing w:val="9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29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28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27"/>
                <w:sz w:val="23"/>
              </w:rPr>
              <w:t xml:space="preserve"> </w:t>
            </w:r>
            <w:r w:rsidRPr="00C707C8">
              <w:rPr>
                <w:sz w:val="23"/>
              </w:rPr>
              <w:t>stanie</w:t>
            </w:r>
            <w:r w:rsidRPr="00C707C8">
              <w:rPr>
                <w:spacing w:val="31"/>
                <w:sz w:val="23"/>
              </w:rPr>
              <w:t xml:space="preserve"> </w:t>
            </w:r>
            <w:r w:rsidRPr="00C707C8">
              <w:rPr>
                <w:sz w:val="23"/>
              </w:rPr>
              <w:t>wskazać</w:t>
            </w:r>
            <w:r w:rsidR="002D3283"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konsekwencje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projektowanego</w:t>
            </w:r>
            <w:r w:rsidRPr="00C707C8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aktu</w:t>
            </w:r>
          </w:p>
        </w:tc>
        <w:tc>
          <w:tcPr>
            <w:tcW w:w="1873" w:type="dxa"/>
          </w:tcPr>
          <w:p w:rsidR="00D26682" w:rsidP="009C54AE" w:rsidRDefault="00D26682" w14:paraId="2E7DFA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D26682" w:rsidTr="005E6E85" w14:paraId="7B21DBA9" w14:textId="77777777">
        <w:tc>
          <w:tcPr>
            <w:tcW w:w="1701" w:type="dxa"/>
          </w:tcPr>
          <w:p w:rsidRPr="009C54AE" w:rsidR="00D26682" w:rsidP="006F78E6" w:rsidRDefault="00D26682" w14:paraId="387104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C707C8" w:rsidR="00D26682" w:rsidP="002D3283" w:rsidRDefault="00D26682" w14:paraId="62BDD72E" w14:textId="77777777">
            <w:pPr>
              <w:pStyle w:val="TableParagraph"/>
              <w:spacing w:line="276" w:lineRule="auto"/>
              <w:ind w:right="97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Posiada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umiejętność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prowadzenia</w:t>
            </w:r>
            <w:r w:rsidRPr="00C707C8">
              <w:rPr>
                <w:spacing w:val="-7"/>
                <w:sz w:val="23"/>
              </w:rPr>
              <w:t xml:space="preserve"> </w:t>
            </w:r>
            <w:r w:rsidRPr="00C707C8">
              <w:rPr>
                <w:sz w:val="23"/>
              </w:rPr>
              <w:t>debaty,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przygotowania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pisemnych,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prezentacji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multimedialnych,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ustnych wystąpień w języku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polskim w zakresie dziedzin i</w:t>
            </w:r>
            <w:r>
              <w:rPr>
                <w:spacing w:val="-44"/>
                <w:sz w:val="23"/>
              </w:rPr>
              <w:t xml:space="preserve">  </w:t>
            </w:r>
            <w:r w:rsidRPr="00C707C8">
              <w:rPr>
                <w:sz w:val="23"/>
              </w:rPr>
              <w:t>dyscyplin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lastRenderedPageBreak/>
              <w:t>naukowych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wykładanych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ramach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kierunku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Administracja dotyczących zagadnień szczegółowych,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wykorzystaniem poglądów doktryny, źródeł prawa 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orzecznictwa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sądowego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administracyjnego,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 w:rsidR="002D3283"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danych</w:t>
            </w:r>
            <w:r w:rsidRPr="00C707C8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statystycznych</w:t>
            </w:r>
          </w:p>
        </w:tc>
        <w:tc>
          <w:tcPr>
            <w:tcW w:w="1873" w:type="dxa"/>
          </w:tcPr>
          <w:p w:rsidR="00D26682" w:rsidP="009C54AE" w:rsidRDefault="00D26682" w14:paraId="27F4F3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Pr="009C54AE" w:rsidR="002D3283" w:rsidTr="005E6E85" w14:paraId="7C86B46E" w14:textId="77777777">
        <w:tc>
          <w:tcPr>
            <w:tcW w:w="1701" w:type="dxa"/>
          </w:tcPr>
          <w:p w:rsidRPr="009C54AE" w:rsidR="002D3283" w:rsidP="006F78E6" w:rsidRDefault="002D3283" w14:paraId="5CF4EC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C707C8" w:rsidR="002D3283" w:rsidP="006F78E6" w:rsidRDefault="002D3283" w14:paraId="3B15C8C7" w14:textId="77777777">
            <w:pPr>
              <w:pStyle w:val="TableParagraph"/>
              <w:tabs>
                <w:tab w:val="left" w:pos="817"/>
                <w:tab w:val="left" w:pos="1786"/>
                <w:tab w:val="left" w:pos="2366"/>
                <w:tab w:val="left" w:pos="4153"/>
              </w:tabs>
              <w:spacing w:line="280" w:lineRule="exact"/>
              <w:jc w:val="both"/>
              <w:rPr>
                <w:sz w:val="23"/>
              </w:rPr>
            </w:pPr>
            <w:r w:rsidRPr="00C707C8">
              <w:rPr>
                <w:sz w:val="23"/>
              </w:rPr>
              <w:t>Jest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zdolny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rozwiazywania</w:t>
            </w:r>
            <w:r>
              <w:rPr>
                <w:sz w:val="23"/>
              </w:rPr>
              <w:t xml:space="preserve"> </w:t>
            </w:r>
            <w:r w:rsidRPr="00C707C8">
              <w:rPr>
                <w:spacing w:val="-1"/>
                <w:sz w:val="23"/>
              </w:rPr>
              <w:t>podstawowych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problemów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administracyjnych,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prawnych</w:t>
            </w:r>
            <w:r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etycznych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związanych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funkcjonowaniem struktur publicznych i niepublicznych</w:t>
            </w:r>
          </w:p>
        </w:tc>
        <w:tc>
          <w:tcPr>
            <w:tcW w:w="1873" w:type="dxa"/>
          </w:tcPr>
          <w:p w:rsidR="002D3283" w:rsidP="009C54AE" w:rsidRDefault="002D3283" w14:paraId="4DC43D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2D3283" w:rsidTr="005E6E85" w14:paraId="5C5F3144" w14:textId="77777777">
        <w:tc>
          <w:tcPr>
            <w:tcW w:w="1701" w:type="dxa"/>
          </w:tcPr>
          <w:p w:rsidR="002D3283" w:rsidP="009C54AE" w:rsidRDefault="002D3283" w14:paraId="56C4DC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C707C8" w:rsidR="002D3283" w:rsidP="006F78E6" w:rsidRDefault="002D3283" w14:paraId="593A640B" w14:textId="77777777">
            <w:pPr>
              <w:pStyle w:val="TableParagraph"/>
              <w:spacing w:line="276" w:lineRule="auto"/>
              <w:ind w:right="98"/>
              <w:jc w:val="both"/>
              <w:rPr>
                <w:sz w:val="23"/>
              </w:rPr>
            </w:pPr>
            <w:r w:rsidRPr="00C707C8">
              <w:rPr>
                <w:sz w:val="23"/>
              </w:rPr>
              <w:t>Uczestniczy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przygotowaniu</w:t>
            </w:r>
            <w:r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projektów,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uwzględnieniem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zdobytych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>
              <w:rPr>
                <w:spacing w:val="46"/>
                <w:sz w:val="23"/>
              </w:rPr>
              <w:t> 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studiów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na rzecz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społeczeństwa,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instytucjach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publicznych</w:t>
            </w:r>
            <w:r>
              <w:rPr>
                <w:sz w:val="23"/>
              </w:rPr>
              <w:t xml:space="preserve"> i niepublicznych</w:t>
            </w:r>
          </w:p>
        </w:tc>
        <w:tc>
          <w:tcPr>
            <w:tcW w:w="1873" w:type="dxa"/>
          </w:tcPr>
          <w:p w:rsidR="002D3283" w:rsidP="009C54AE" w:rsidRDefault="002D3283" w14:paraId="301CCF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4AF1F1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ED1F40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78BC3D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7E5601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9C54AE" w:rsidR="002D3283" w:rsidTr="006F78E6" w14:paraId="586DCB09" w14:textId="77777777">
        <w:tc>
          <w:tcPr>
            <w:tcW w:w="9781" w:type="dxa"/>
          </w:tcPr>
          <w:p w:rsidRPr="00DD1213" w:rsidR="002D3283" w:rsidP="006F78E6" w:rsidRDefault="002D3283" w14:paraId="65A3CFF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D1213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2D3283" w:rsidTr="006F78E6" w14:paraId="7E297EF8" w14:textId="77777777">
        <w:tc>
          <w:tcPr>
            <w:tcW w:w="9781" w:type="dxa"/>
          </w:tcPr>
          <w:p w:rsidRPr="000B6E25" w:rsidR="002D3283" w:rsidP="006F78E6" w:rsidRDefault="002D3283" w14:paraId="0712FABB" w14:textId="77777777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Prawo cywilne jako przedmiot działalności administracji publicznej</w:t>
            </w:r>
          </w:p>
        </w:tc>
      </w:tr>
      <w:tr w:rsidRPr="009C54AE" w:rsidR="002D3283" w:rsidTr="006F78E6" w14:paraId="1F0DDD78" w14:textId="77777777">
        <w:tc>
          <w:tcPr>
            <w:tcW w:w="9781" w:type="dxa"/>
          </w:tcPr>
          <w:p w:rsidRPr="000B6E25" w:rsidR="002D3283" w:rsidP="006F78E6" w:rsidRDefault="002D3283" w14:paraId="18F8E24A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Przepisy ogólne prawa cywilnego jako wprowadzenie do wykładu – stosunek cywilnoprawny (podmiot, przedmiot, treść), oświadczenie woli, wady oświadczenia woli</w:t>
            </w:r>
          </w:p>
        </w:tc>
      </w:tr>
      <w:tr w:rsidRPr="009C54AE" w:rsidR="002D3283" w:rsidTr="006F78E6" w14:paraId="04AAB72C" w14:textId="77777777">
        <w:tc>
          <w:tcPr>
            <w:tcW w:w="9781" w:type="dxa"/>
          </w:tcPr>
          <w:p w:rsidR="002D3283" w:rsidP="006F78E6" w:rsidRDefault="002D3283" w14:paraId="71F5FAFD" w14:textId="77777777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Przepisy ogólne prawa cywilnego jako prowadzenie do wykładu – forma czynności prawnych, sposoby zawarcia czynności prawnych </w:t>
            </w:r>
          </w:p>
        </w:tc>
      </w:tr>
      <w:tr w:rsidRPr="009C54AE" w:rsidR="002D3283" w:rsidTr="006F78E6" w14:paraId="09423BBC" w14:textId="77777777">
        <w:tc>
          <w:tcPr>
            <w:tcW w:w="9781" w:type="dxa"/>
          </w:tcPr>
          <w:p w:rsidRPr="000B6E25" w:rsidR="002D3283" w:rsidP="006F78E6" w:rsidRDefault="002D3283" w14:paraId="2441BED2" w14:textId="77777777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Zobowiązania – wiadomości ogólne </w:t>
            </w:r>
          </w:p>
        </w:tc>
      </w:tr>
      <w:tr w:rsidRPr="009C54AE" w:rsidR="002D3283" w:rsidTr="006F78E6" w14:paraId="395C5739" w14:textId="77777777">
        <w:tc>
          <w:tcPr>
            <w:tcW w:w="9781" w:type="dxa"/>
          </w:tcPr>
          <w:p w:rsidRPr="000B6E25" w:rsidR="002D3283" w:rsidP="006F78E6" w:rsidRDefault="002D3283" w14:paraId="4CFA4CAD" w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Zobowiązania umowne w administracji</w:t>
            </w:r>
            <w:r w:rsidRPr="000B6E25">
              <w:rPr>
                <w:rFonts w:ascii="Corbel" w:hAnsi="Corbel"/>
                <w:sz w:val="24"/>
                <w:szCs w:val="24"/>
              </w:rPr>
              <w:cr/>
              <w:t xml:space="preserve">. Umowa </w:t>
            </w:r>
            <w:r w:rsidRPr="000B6E25">
              <w:rPr>
                <w:rFonts w:ascii="Corbel" w:hAnsi="Corbel"/>
                <w:sz w:val="24"/>
                <w:szCs w:val="24"/>
              </w:rPr>
              <w:cr/>
              <w:t>cywilnoprawna jak</w:t>
            </w:r>
            <w:r>
              <w:rPr>
                <w:rFonts w:ascii="Corbel" w:hAnsi="Corbel"/>
                <w:sz w:val="24"/>
                <w:szCs w:val="24"/>
              </w:rPr>
              <w:t>o forma działania administracji</w:t>
            </w:r>
          </w:p>
        </w:tc>
      </w:tr>
      <w:tr w:rsidRPr="009C54AE" w:rsidR="002D3283" w:rsidTr="006F78E6" w14:paraId="3D74AFCA" w14:textId="77777777">
        <w:tc>
          <w:tcPr>
            <w:tcW w:w="9781" w:type="dxa"/>
          </w:tcPr>
          <w:p w:rsidRPr="000B6E25" w:rsidR="002D3283" w:rsidP="006F78E6" w:rsidRDefault="002D3283" w14:paraId="268AFF66" w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Zasady reprezentacji administrac</w:t>
            </w:r>
            <w:r>
              <w:rPr>
                <w:rFonts w:ascii="Corbel" w:hAnsi="Corbel"/>
                <w:sz w:val="24"/>
                <w:szCs w:val="24"/>
              </w:rPr>
              <w:t>ji publicznej w dziedzinie</w:t>
            </w:r>
            <w:r>
              <w:rPr>
                <w:rFonts w:ascii="Corbel" w:hAnsi="Corbel"/>
                <w:sz w:val="24"/>
                <w:szCs w:val="24"/>
              </w:rPr>
              <w:cr/>
              <w:t>zawi</w:t>
            </w:r>
            <w:r w:rsidRPr="000B6E25">
              <w:rPr>
                <w:rFonts w:ascii="Corbel" w:hAnsi="Corbel"/>
                <w:sz w:val="24"/>
                <w:szCs w:val="24"/>
              </w:rPr>
              <w:t>erania umów</w:t>
            </w:r>
          </w:p>
        </w:tc>
      </w:tr>
      <w:tr w:rsidRPr="009C54AE" w:rsidR="002D3283" w:rsidTr="006F78E6" w14:paraId="5854F8EE" w14:textId="77777777">
        <w:tc>
          <w:tcPr>
            <w:tcW w:w="9781" w:type="dxa"/>
          </w:tcPr>
          <w:p w:rsidRPr="000B6E25" w:rsidR="002D3283" w:rsidP="006F78E6" w:rsidRDefault="002D3283" w14:paraId="4088BA04" w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Wykonanie umowy oraz sposoby zabezpieczenia wykonania umowy</w:t>
            </w:r>
          </w:p>
        </w:tc>
      </w:tr>
      <w:tr w:rsidRPr="009C54AE" w:rsidR="002D3283" w:rsidTr="006F78E6" w14:paraId="4C10D3CD" w14:textId="77777777">
        <w:tc>
          <w:tcPr>
            <w:tcW w:w="9781" w:type="dxa"/>
          </w:tcPr>
          <w:p w:rsidRPr="000B6E25" w:rsidR="002D3283" w:rsidP="006F78E6" w:rsidRDefault="002D3283" w14:paraId="4EDE9542" w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Umowy nazwane zawierane przez administrację publiczną</w:t>
            </w:r>
          </w:p>
        </w:tc>
      </w:tr>
    </w:tbl>
    <w:p w:rsidRPr="009C54AE" w:rsidR="0085747A" w:rsidP="009C54AE" w:rsidRDefault="0085747A" w14:paraId="3C9A3C9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413FE0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E05CFE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9C54AE" w:rsidR="002D3283" w:rsidTr="002D3283" w14:paraId="1CF14D40" w14:textId="77777777">
        <w:tc>
          <w:tcPr>
            <w:tcW w:w="9781" w:type="dxa"/>
          </w:tcPr>
          <w:p w:rsidRPr="004C7CE5" w:rsidR="002D3283" w:rsidP="006F78E6" w:rsidRDefault="002D3283" w14:paraId="1004A31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C7CE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2D3283" w:rsidTr="002D3283" w14:paraId="1394A7DB" w14:textId="77777777">
        <w:trPr>
          <w:trHeight w:val="391"/>
        </w:trPr>
        <w:tc>
          <w:tcPr>
            <w:tcW w:w="9781" w:type="dxa"/>
          </w:tcPr>
          <w:p w:rsidRPr="000B6E25" w:rsidR="002D3283" w:rsidP="006F78E6" w:rsidRDefault="002D3283" w14:paraId="702D43F3" w14:textId="77777777">
            <w:pPr>
              <w:widowControl w:val="0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Umowy o przeniesieni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B6E25">
              <w:rPr>
                <w:rFonts w:ascii="Corbel" w:hAnsi="Corbel"/>
                <w:sz w:val="24"/>
                <w:szCs w:val="24"/>
              </w:rPr>
              <w:t xml:space="preserve"> i ustanowienie praw </w:t>
            </w:r>
          </w:p>
        </w:tc>
      </w:tr>
      <w:tr w:rsidRPr="009C54AE" w:rsidR="002D3283" w:rsidTr="002D3283" w14:paraId="782EAEB5" w14:textId="77777777">
        <w:tc>
          <w:tcPr>
            <w:tcW w:w="9781" w:type="dxa"/>
          </w:tcPr>
          <w:p w:rsidRPr="000B6E25" w:rsidR="002D3283" w:rsidP="006F78E6" w:rsidRDefault="002D3283" w14:paraId="48F849A9" w14:textId="77777777">
            <w:pPr>
              <w:widowControl w:val="0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Umowy o korzystanie z rzeczy </w:t>
            </w:r>
          </w:p>
        </w:tc>
      </w:tr>
      <w:tr w:rsidRPr="009C54AE" w:rsidR="002D3283" w:rsidTr="002D3283" w14:paraId="13EB5933" w14:textId="77777777">
        <w:tc>
          <w:tcPr>
            <w:tcW w:w="9781" w:type="dxa"/>
          </w:tcPr>
          <w:p w:rsidRPr="000B6E25" w:rsidR="002D3283" w:rsidP="006F78E6" w:rsidRDefault="002D3283" w14:paraId="31F15F8C" w14:textId="77777777">
            <w:pPr>
              <w:widowControl w:val="0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Umowy o świadczenie usług </w:t>
            </w:r>
          </w:p>
        </w:tc>
      </w:tr>
    </w:tbl>
    <w:p w:rsidRPr="009C54AE" w:rsidR="0085747A" w:rsidP="009C54AE" w:rsidRDefault="0085747A" w14:paraId="46C9BD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468D53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4C90E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7D86" w:rsidR="002D3283" w:rsidP="002D3283" w:rsidRDefault="002D3283" w14:paraId="3030C037" w14:textId="77777777">
      <w:pPr>
        <w:jc w:val="both"/>
        <w:rPr>
          <w:rFonts w:ascii="Corbel" w:hAnsi="Corbel"/>
          <w:b/>
        </w:rPr>
      </w:pPr>
      <w:r w:rsidRPr="00AA7D86">
        <w:rPr>
          <w:rFonts w:ascii="Corbel" w:hAnsi="Corbel"/>
          <w:b/>
        </w:rPr>
        <w:t xml:space="preserve">Wykład: </w:t>
      </w:r>
      <w:r w:rsidRPr="00AA7D86">
        <w:rPr>
          <w:rFonts w:ascii="Corbel" w:hAnsi="Corbel"/>
        </w:rPr>
        <w:t>wykład problemowy, wykład konwersatoryjny, wykład z prezentacją multimedialną, metody kształcenia na odległość</w:t>
      </w:r>
      <w:r>
        <w:rPr>
          <w:rFonts w:ascii="Corbel" w:hAnsi="Corbel"/>
          <w:b/>
        </w:rPr>
        <w:t>.</w:t>
      </w:r>
    </w:p>
    <w:p w:rsidRPr="00AA7D86" w:rsidR="002D3283" w:rsidP="002D3283" w:rsidRDefault="002D3283" w14:paraId="594AD3D9" w14:textId="77777777">
      <w:pPr>
        <w:jc w:val="both"/>
        <w:rPr>
          <w:rFonts w:ascii="Corbel" w:hAnsi="Corbel"/>
          <w:b/>
        </w:rPr>
      </w:pPr>
      <w:r w:rsidRPr="00AA7D86">
        <w:rPr>
          <w:rFonts w:ascii="Corbel" w:hAnsi="Corbel"/>
          <w:b/>
        </w:rPr>
        <w:t xml:space="preserve">Ćwiczenia: </w:t>
      </w:r>
      <w:r w:rsidRPr="00AA7D86">
        <w:rPr>
          <w:rFonts w:ascii="Corbel" w:hAnsi="Corbel"/>
        </w:rPr>
        <w:t>analiza tekstów z dyskusją,  praca w grupach (rozwiązywanie zadań, dyskusja), metody kształcenia na odległość. Aktywizowanie i skłanianie studentów do samodzielnej prezentacji zagadnień teoretycznych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:rsidR="00E960BB" w:rsidP="009C54AE" w:rsidRDefault="00E960BB" w14:paraId="26AE0BD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7E081E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888E7F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73768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3B7004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E915D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71A2FAE4" w14:textId="77777777">
        <w:tc>
          <w:tcPr>
            <w:tcW w:w="1985" w:type="dxa"/>
            <w:vAlign w:val="center"/>
          </w:tcPr>
          <w:p w:rsidRPr="009C54AE" w:rsidR="0085747A" w:rsidP="009C54AE" w:rsidRDefault="0071620A" w14:paraId="49BB32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D9CF3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93953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75578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50811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36B1776" w14:textId="77777777">
        <w:tc>
          <w:tcPr>
            <w:tcW w:w="1985" w:type="dxa"/>
          </w:tcPr>
          <w:p w:rsidRPr="009C54AE" w:rsidR="0085747A" w:rsidP="009C54AE" w:rsidRDefault="0085747A" w14:paraId="147FFD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9C54AE" w:rsidRDefault="00E96404" w14:paraId="0D266D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9C54AE" w:rsidRDefault="00E96404" w14:paraId="1635A7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85747A" w:rsidTr="00C05F44" w14:paraId="7AD8DAE8" w14:textId="77777777">
        <w:tc>
          <w:tcPr>
            <w:tcW w:w="1985" w:type="dxa"/>
          </w:tcPr>
          <w:p w:rsidRPr="009C54AE" w:rsidR="0085747A" w:rsidP="009C54AE" w:rsidRDefault="0085747A" w14:paraId="5E6FC7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E23A53" w14:paraId="0154F8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Pr="009C54AE" w:rsidR="00E964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85747A" w:rsidP="009C54AE" w:rsidRDefault="00E23A53" w14:paraId="33CA81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E9640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96404" w:rsidTr="00C05F44" w14:paraId="219347BA" w14:textId="77777777">
        <w:tc>
          <w:tcPr>
            <w:tcW w:w="1985" w:type="dxa"/>
          </w:tcPr>
          <w:p w:rsidRPr="009C54AE" w:rsidR="00E96404" w:rsidP="006F78E6" w:rsidRDefault="00E96404" w14:paraId="6C52F6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Pr="009C54AE" w:rsidR="00E96404" w:rsidP="006F78E6" w:rsidRDefault="00E96404" w14:paraId="45B6F5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E96404" w:rsidP="006F78E6" w:rsidRDefault="00E96404" w14:paraId="16F3C9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2D3283" w:rsidTr="00C05F44" w14:paraId="19E9157D" w14:textId="77777777">
        <w:tc>
          <w:tcPr>
            <w:tcW w:w="1985" w:type="dxa"/>
          </w:tcPr>
          <w:p w:rsidRPr="009C54AE" w:rsidR="002D3283" w:rsidP="006F78E6" w:rsidRDefault="002D3283" w14:paraId="2A335F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9C54AE" w:rsidR="002D3283" w:rsidP="009C54AE" w:rsidRDefault="00E23A53" w14:paraId="0FDF81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="00E964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 w:rsidR="00E964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E964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 w:rsidR="00E964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2D3283" w:rsidP="009C54AE" w:rsidRDefault="00E23A53" w14:paraId="0C7FB2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E9640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96404" w:rsidTr="00C05F44" w14:paraId="6346C101" w14:textId="77777777">
        <w:tc>
          <w:tcPr>
            <w:tcW w:w="1985" w:type="dxa"/>
          </w:tcPr>
          <w:p w:rsidRPr="009C54AE" w:rsidR="00E96404" w:rsidP="006F78E6" w:rsidRDefault="00E96404" w14:paraId="1DEA0F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Pr="009C54AE" w:rsidR="00E96404" w:rsidP="006F78E6" w:rsidRDefault="00E96404" w14:paraId="37538A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E96404" w:rsidP="006F78E6" w:rsidRDefault="00E96404" w14:paraId="1AF27A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23A53" w:rsidTr="00C05F44" w14:paraId="66EDC6CB" w14:textId="77777777">
        <w:tc>
          <w:tcPr>
            <w:tcW w:w="1985" w:type="dxa"/>
          </w:tcPr>
          <w:p w:rsidRPr="009C54AE" w:rsidR="00E23A53" w:rsidP="006F78E6" w:rsidRDefault="00E23A53" w14:paraId="2C6732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9C54AE" w:rsidR="00E23A53" w:rsidP="006F78E6" w:rsidRDefault="00E23A53" w14:paraId="0E02C1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E23A53" w:rsidP="006F78E6" w:rsidRDefault="00E23A53" w14:paraId="1AB683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23A53" w:rsidTr="00C05F44" w14:paraId="6DAD1AFC" w14:textId="77777777">
        <w:tc>
          <w:tcPr>
            <w:tcW w:w="1985" w:type="dxa"/>
          </w:tcPr>
          <w:p w:rsidRPr="009C54AE" w:rsidR="00E23A53" w:rsidP="009C54AE" w:rsidRDefault="00E23A53" w14:paraId="4AF050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Pr="009C54AE" w:rsidR="00E23A53" w:rsidP="006F78E6" w:rsidRDefault="00E23A53" w14:paraId="0041E1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E23A53" w:rsidP="006F78E6" w:rsidRDefault="00E23A53" w14:paraId="7A7ECD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24F1338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4519C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9E8F7C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60062ACA" w14:textId="77777777">
        <w:tc>
          <w:tcPr>
            <w:tcW w:w="9670" w:type="dxa"/>
          </w:tcPr>
          <w:p w:rsidRPr="003C6A3B" w:rsidR="00E23A53" w:rsidP="00E23A53" w:rsidRDefault="00E23A53" w14:paraId="59764C28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b/>
                <w:color w:val="000000"/>
                <w:sz w:val="24"/>
                <w:szCs w:val="24"/>
              </w:rPr>
              <w:t>Wykład</w:t>
            </w: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 xml:space="preserve"> – Zaliczenie odbywa się w formie pisemnej (praca pisemna w formie odpowiedzi (opisu) na 3 przedstawione pytania) lub testowej (20 pytań jednokrotnego wyboru). Prowadzący może zaliczyć przedmiot na podstawie referatów (projektów) z tematów zaproponowanych przez prowadzącego i realizowanych w trakcie kursu nauczania.</w:t>
            </w:r>
          </w:p>
          <w:p w:rsidRPr="003C6A3B" w:rsidR="00E23A53" w:rsidP="00E23A53" w:rsidRDefault="00E23A53" w14:paraId="2A548395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>Na egzaminie przedterminowym – metoda ustna. Student otrzymuje 3 pytania problemowe.</w:t>
            </w:r>
          </w:p>
          <w:p w:rsidRPr="003C6A3B" w:rsidR="00E23A53" w:rsidP="00E23A53" w:rsidRDefault="00E23A53" w14:paraId="0748B7EF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</w:rPr>
            </w:pPr>
          </w:p>
          <w:p w:rsidRPr="003C6A3B" w:rsidR="00E23A53" w:rsidP="00E23A53" w:rsidRDefault="00E23A53" w14:paraId="0BC50646" w14:textId="77777777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/>
                <w:color w:val="000000"/>
                <w:sz w:val="24"/>
                <w:szCs w:val="24"/>
              </w:rPr>
              <w:t>Punkty uzyskane za pracę zaliczeniową są przeliczane na procenty, którym odpowiadają oceny:</w:t>
            </w:r>
          </w:p>
          <w:p w:rsidRPr="003C6A3B" w:rsidR="00E23A53" w:rsidP="00E23A53" w:rsidRDefault="00E23A53" w14:paraId="208E529F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>- do 50% - niedostateczny,</w:t>
            </w:r>
          </w:p>
          <w:p w:rsidRPr="003C6A3B" w:rsidR="00E23A53" w:rsidP="00E23A53" w:rsidRDefault="00E23A53" w14:paraId="0F04512A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>-  51% - 60% - dostateczny,</w:t>
            </w:r>
          </w:p>
          <w:p w:rsidRPr="003C6A3B" w:rsidR="00E23A53" w:rsidP="00E23A53" w:rsidRDefault="00E23A53" w14:paraId="33AA82F6" w14:textId="77777777">
            <w:pPr>
              <w:spacing w:after="0" w:line="240" w:lineRule="auto"/>
              <w:jc w:val="both"/>
              <w:rPr>
                <w:rFonts w:ascii="Corbel" w:hAnsi="Corbel" w:eastAsia="Cambria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 w:eastAsia="Cambria"/>
                <w:color w:val="000000"/>
                <w:sz w:val="24"/>
                <w:szCs w:val="24"/>
              </w:rPr>
              <w:t>-  61% - 70% - dostateczny plus,</w:t>
            </w:r>
          </w:p>
          <w:p w:rsidRPr="00094561" w:rsidR="00E23A53" w:rsidP="00E23A53" w:rsidRDefault="00E23A53" w14:paraId="2F6EF4E1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- 71% - 80% - dobry,</w:t>
            </w:r>
          </w:p>
          <w:p w:rsidRPr="00094561" w:rsidR="00E23A53" w:rsidP="00E23A53" w:rsidRDefault="00E23A53" w14:paraId="4EB52997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- 81% -  90% - dobry plus,</w:t>
            </w:r>
          </w:p>
          <w:p w:rsidR="00E23A53" w:rsidP="00E23A53" w:rsidRDefault="00E23A53" w14:paraId="17095522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94561">
              <w:rPr>
                <w:rFonts w:ascii="Corbel" w:hAnsi="Corbel" w:eastAsia="Cambria"/>
                <w:sz w:val="24"/>
                <w:szCs w:val="24"/>
              </w:rPr>
              <w:t>- 91% -  100% - bardzo dobry</w:t>
            </w:r>
          </w:p>
          <w:p w:rsidRPr="00094561" w:rsidR="00E23A53" w:rsidP="00E23A53" w:rsidRDefault="00E23A53" w14:paraId="5C13B392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</w:p>
          <w:p w:rsidR="00E23A53" w:rsidP="00E23A53" w:rsidRDefault="00E23A53" w14:paraId="7ADCC70B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Kolokwium w formie pisemnej lub testowej.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Ocena z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zależna jest o liczby uzyskanych punktów. Na ocenę końcową, poza oceną z pracy pisemnej, składają się </w:t>
            </w:r>
            <w:r w:rsidRPr="00AB5B22">
              <w:rPr>
                <w:rFonts w:ascii="Corbel" w:hAnsi="Corbel"/>
                <w:sz w:val="24"/>
                <w:szCs w:val="24"/>
              </w:rPr>
              <w:lastRenderedPageBreak/>
              <w:t>również aktywność podczas zajęć oraz obecność na zajęciach.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AB5B22" w:rsidR="00E23A53" w:rsidP="00E23A53" w:rsidRDefault="00E23A53" w14:paraId="02CCFD7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Możliwe jest także zaliczenie ćwiczeń na podstawie pracy pisemnej przygotowanej przez studenta na zadany temat. </w:t>
            </w:r>
          </w:p>
          <w:p w:rsidR="00E23A53" w:rsidP="00E23A53" w:rsidRDefault="00E23A53" w14:paraId="0D256E1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75%</w:t>
            </w:r>
            <w:r>
              <w:rPr>
                <w:rFonts w:ascii="Corbel" w:hAnsi="Corbel"/>
                <w:sz w:val="24"/>
                <w:szCs w:val="24"/>
              </w:rPr>
              <w:t xml:space="preserve"> oceny stanowią wyniki kolokwium lub pracy zaliczeniowej</w:t>
            </w:r>
            <w:r w:rsidRPr="00AB5B22">
              <w:rPr>
                <w:rFonts w:ascii="Corbel" w:hAnsi="Corbel"/>
                <w:sz w:val="24"/>
                <w:szCs w:val="24"/>
              </w:rPr>
              <w:t>, 25% ocena aktywności  na zajęciach.</w:t>
            </w:r>
          </w:p>
          <w:p w:rsidR="00E23A53" w:rsidP="00E23A53" w:rsidRDefault="00E23A53" w14:paraId="6FFC4ADB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E23A53" w:rsidP="00E23A53" w:rsidRDefault="00E23A53" w14:paraId="3CD0ABB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0B6E25">
              <w:rPr>
                <w:rFonts w:ascii="Corbel" w:hAnsi="Corbel" w:eastAsia="Cambria"/>
              </w:rPr>
              <w:t xml:space="preserve">eśli aktywność </w:t>
            </w:r>
            <w:r>
              <w:rPr>
                <w:rFonts w:ascii="Corbel" w:hAnsi="Corbel" w:eastAsia="Cambria"/>
              </w:rPr>
              <w:t xml:space="preserve">studenta na ćwiczeniach </w:t>
            </w:r>
            <w:r w:rsidRPr="000B6E25">
              <w:rPr>
                <w:rFonts w:ascii="Corbel" w:hAnsi="Corbel" w:eastAsia="Cambria"/>
              </w:rPr>
              <w:t>jest znaczna i poparta wysokim poziomem wiedzy merytorycznej może stanowić samodzielną podstawę zaliczenia</w:t>
            </w:r>
            <w:r>
              <w:rPr>
                <w:rFonts w:ascii="Corbel" w:hAnsi="Corbel" w:eastAsia="Cambria"/>
              </w:rPr>
              <w:t>.</w:t>
            </w:r>
          </w:p>
          <w:p w:rsidRPr="00AB5B22" w:rsidR="00E23A53" w:rsidP="00E23A53" w:rsidRDefault="00E23A53" w14:paraId="2C59237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AB5B22" w:rsidR="00E23A53" w:rsidP="00E23A53" w:rsidRDefault="00E23A53" w14:paraId="72B3443B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>unkty uzyskane za kolokwi</w:t>
            </w:r>
            <w:r>
              <w:rPr>
                <w:rFonts w:ascii="Corbel" w:hAnsi="Corbel"/>
                <w:sz w:val="24"/>
                <w:szCs w:val="24"/>
              </w:rPr>
              <w:t>um lub pracę pisemną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Pr="00AB5B22" w:rsidR="00E23A53" w:rsidP="00E23A53" w:rsidRDefault="00E23A53" w14:paraId="624D72C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Pr="00AB5B22" w:rsidR="00E23A53" w:rsidP="00E23A53" w:rsidRDefault="00E23A53" w14:paraId="503868E6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Pr="00AB5B22" w:rsidR="00E23A53" w:rsidP="00E23A53" w:rsidRDefault="00E23A53" w14:paraId="1F1D1307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Pr="00AB5B22" w:rsidR="00E23A53" w:rsidP="00E23A53" w:rsidRDefault="00E23A53" w14:paraId="396FB45B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E23A53" w:rsidP="00E23A53" w:rsidRDefault="00E23A53" w14:paraId="0D66E57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Pr="00E23A53" w:rsidR="0085747A" w:rsidP="00E23A53" w:rsidRDefault="00E23A53" w14:paraId="3F7E0157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- 91% -  100%</w:t>
            </w:r>
            <w:r>
              <w:rPr>
                <w:rFonts w:ascii="Corbel" w:hAnsi="Corbel"/>
                <w:szCs w:val="24"/>
              </w:rPr>
              <w:t xml:space="preserve"> - </w:t>
            </w:r>
            <w:r>
              <w:rPr>
                <w:rFonts w:ascii="Corbel" w:hAnsi="Corbel"/>
                <w:sz w:val="24"/>
                <w:szCs w:val="24"/>
              </w:rPr>
              <w:t>bardzo dobry</w:t>
            </w:r>
          </w:p>
        </w:tc>
      </w:tr>
    </w:tbl>
    <w:p w:rsidRPr="009C54AE" w:rsidR="0085747A" w:rsidP="009C54AE" w:rsidRDefault="0085747A" w14:paraId="67A46C7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9E1C5F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57503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19906BF" w14:textId="77777777">
        <w:tc>
          <w:tcPr>
            <w:tcW w:w="4962" w:type="dxa"/>
            <w:vAlign w:val="center"/>
          </w:tcPr>
          <w:p w:rsidRPr="009C54AE" w:rsidR="0085747A" w:rsidP="009C54AE" w:rsidRDefault="00C61DC5" w14:paraId="0509A8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E83CE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0D04109" w14:textId="77777777">
        <w:tc>
          <w:tcPr>
            <w:tcW w:w="4962" w:type="dxa"/>
          </w:tcPr>
          <w:p w:rsidRPr="009C54AE" w:rsidR="0085747A" w:rsidP="009C54AE" w:rsidRDefault="00C61DC5" w14:paraId="66A46D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23A53" w:rsidP="00E23A53" w:rsidRDefault="00E23A53" w14:paraId="4D1C10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15 godz.</w:t>
            </w:r>
          </w:p>
          <w:p w:rsidRPr="009C54AE" w:rsidR="0085747A" w:rsidP="00E23A53" w:rsidRDefault="00E23A53" w14:paraId="48B3B2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Pr="009C54AE" w:rsidR="00E23A53" w:rsidTr="00923D7D" w14:paraId="6C03E9FD" w14:textId="77777777">
        <w:tc>
          <w:tcPr>
            <w:tcW w:w="4962" w:type="dxa"/>
          </w:tcPr>
          <w:p w:rsidRPr="009C54AE" w:rsidR="00E23A53" w:rsidP="009C54AE" w:rsidRDefault="00E23A53" w14:paraId="405BB6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23A53" w:rsidP="009C54AE" w:rsidRDefault="00E23A53" w14:paraId="1971A0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23A53" w:rsidP="006F78E6" w:rsidRDefault="00E23A53" w14:paraId="371BBE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3 godz., </w:t>
            </w:r>
          </w:p>
          <w:p w:rsidRPr="009C54AE" w:rsidR="00E23A53" w:rsidP="006F78E6" w:rsidRDefault="00E23A53" w14:paraId="3E62B6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Pr="009C54AE" w:rsidR="00E23A53" w:rsidTr="00923D7D" w14:paraId="019CE088" w14:textId="77777777">
        <w:tc>
          <w:tcPr>
            <w:tcW w:w="4962" w:type="dxa"/>
          </w:tcPr>
          <w:p w:rsidRPr="009C54AE" w:rsidR="00E23A53" w:rsidP="009C54AE" w:rsidRDefault="00E23A53" w14:paraId="6D348A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E23A53" w:rsidP="009C54AE" w:rsidRDefault="00E23A53" w14:paraId="139FA6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23A53" w:rsidP="006F78E6" w:rsidRDefault="00E23A53" w14:paraId="6EB313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 – 30 godz.</w:t>
            </w:r>
          </w:p>
          <w:p w:rsidR="00E23A53" w:rsidP="006F78E6" w:rsidRDefault="00E23A53" w14:paraId="66EDAB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25 godz.</w:t>
            </w:r>
          </w:p>
          <w:p w:rsidRPr="009C54AE" w:rsidR="00E23A53" w:rsidP="006F78E6" w:rsidRDefault="00E23A53" w14:paraId="46CB55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projektu/referatu – 10 godz.</w:t>
            </w:r>
          </w:p>
        </w:tc>
      </w:tr>
      <w:tr w:rsidRPr="009C54AE" w:rsidR="0085747A" w:rsidTr="00923D7D" w14:paraId="13A75AC5" w14:textId="77777777">
        <w:tc>
          <w:tcPr>
            <w:tcW w:w="4962" w:type="dxa"/>
          </w:tcPr>
          <w:p w:rsidRPr="009C54AE" w:rsidR="0085747A" w:rsidP="009C54AE" w:rsidRDefault="0085747A" w14:paraId="7A5E75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E23A53" w14:paraId="14D392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2826FE86" w14:textId="77777777">
        <w:tc>
          <w:tcPr>
            <w:tcW w:w="4962" w:type="dxa"/>
          </w:tcPr>
          <w:p w:rsidRPr="009C54AE" w:rsidR="0085747A" w:rsidP="009C54AE" w:rsidRDefault="0085747A" w14:paraId="1651E2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E23A53" w14:paraId="5E5CC6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AFF22A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8E282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4BF885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2DD99F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6139947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A6778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23A53" w14:paraId="4E850C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3008D88C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901C3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23A53" w14:paraId="53BA60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P="009C54AE" w:rsidRDefault="003E1941" w14:paraId="5E6834C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2A4A" w:rsidP="009C54AE" w:rsidRDefault="00C22A4A" w14:paraId="5EBE49F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22A4A" w:rsidP="009C54AE" w:rsidRDefault="00C22A4A" w14:paraId="4527F94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993A26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FCA932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C22A4A" w:rsidTr="0197F6A8" w14:paraId="01A97D15" w14:textId="77777777">
        <w:trPr>
          <w:trHeight w:val="397"/>
        </w:trPr>
        <w:tc>
          <w:tcPr>
            <w:tcW w:w="7513" w:type="dxa"/>
            <w:tcMar/>
          </w:tcPr>
          <w:p w:rsidRPr="009D143A" w:rsidR="00C22A4A" w:rsidP="006F78E6" w:rsidRDefault="00C22A4A" w14:paraId="397B0B9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197F6A8" w:rsidR="08B5BE15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197F6A8" w:rsidP="0197F6A8" w:rsidRDefault="0197F6A8" w14:paraId="0C02F457" w14:textId="5D033385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D143A" w:rsidR="00C22A4A" w:rsidP="00C22A4A" w:rsidRDefault="00C22A4A" w14:paraId="40778474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Szczurek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9D143A">
              <w:rPr>
                <w:rFonts w:ascii="Corbel" w:hAnsi="Corbel" w:eastAsia="Cambria"/>
                <w:iCs/>
                <w:sz w:val="24"/>
                <w:szCs w:val="24"/>
              </w:rPr>
              <w:t>Prawo cywilne dla studentów administracji, Warszawa 2012,</w:t>
            </w:r>
          </w:p>
          <w:p w:rsidRPr="009D143A" w:rsidR="00C22A4A" w:rsidP="00C22A4A" w:rsidRDefault="00C22A4A" w14:paraId="44213A9F" w14:textId="7777777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 xml:space="preserve">M. </w:t>
            </w:r>
            <w:proofErr w:type="spellStart"/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Załucki</w:t>
            </w:r>
            <w:proofErr w:type="spellEnd"/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, P. Stec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 xml:space="preserve"> (red.), Prawo cywilne z umowami w </w:t>
            </w:r>
            <w:r>
              <w:rPr>
                <w:rFonts w:ascii="Corbel" w:hAnsi="Corbel" w:eastAsia="Cambria"/>
                <w:sz w:val="24"/>
                <w:szCs w:val="24"/>
              </w:rPr>
              <w:t>administracji, Warszawa 2010,</w:t>
            </w:r>
          </w:p>
          <w:p w:rsidRPr="001C738B" w:rsidR="00C22A4A" w:rsidP="00C22A4A" w:rsidRDefault="00C22A4A" w14:paraId="49D2AF7E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143A">
              <w:rPr>
                <w:rFonts w:ascii="Corbel" w:hAnsi="Corbel"/>
                <w:b/>
                <w:sz w:val="24"/>
                <w:szCs w:val="24"/>
              </w:rPr>
              <w:t>Z. Radwański</w:t>
            </w:r>
            <w:r w:rsidRPr="009D143A">
              <w:rPr>
                <w:rFonts w:ascii="Corbel" w:hAnsi="Corbel"/>
                <w:sz w:val="24"/>
                <w:szCs w:val="24"/>
              </w:rPr>
              <w:t>, Prawo</w:t>
            </w:r>
            <w:r w:rsidRPr="001C738B">
              <w:rPr>
                <w:rFonts w:ascii="Corbel" w:hAnsi="Corbel"/>
                <w:sz w:val="24"/>
                <w:szCs w:val="24"/>
              </w:rPr>
              <w:t xml:space="preserve"> cywilne – część ogólna, wydanie 15, Warszawa 2019,</w:t>
            </w:r>
          </w:p>
          <w:p w:rsidRPr="001C738B" w:rsidR="00C22A4A" w:rsidP="00C22A4A" w:rsidRDefault="00C22A4A" w14:paraId="32A3446C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A. Wolter, 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cywilne. Zarys części ogólnej, wydanie 3, Warszawa 2017,</w:t>
            </w:r>
          </w:p>
          <w:p w:rsidRPr="001C738B" w:rsidR="00C22A4A" w:rsidP="00C22A4A" w:rsidRDefault="00C22A4A" w14:paraId="3C84C04C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1C738B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1C738B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1C738B">
              <w:rPr>
                <w:rFonts w:ascii="Corbel" w:hAnsi="Corbel"/>
                <w:sz w:val="24"/>
                <w:szCs w:val="24"/>
              </w:rPr>
              <w:t>, Prawo cywilne – część ogólna, wydanie 5, Warszawa 2017,</w:t>
            </w:r>
          </w:p>
          <w:p w:rsidRPr="00E845A5" w:rsidR="00C22A4A" w:rsidP="00C22A4A" w:rsidRDefault="00C22A4A" w14:paraId="4BD1EE03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Zobowiązania – część ogólna, wydanie 14, Warszawa 2020,</w:t>
            </w:r>
          </w:p>
          <w:p w:rsidRPr="00E845A5" w:rsidR="00C22A4A" w:rsidP="00C22A4A" w:rsidRDefault="00C22A4A" w14:paraId="4FA4D117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</w:t>
            </w:r>
            <w:r>
              <w:rPr>
                <w:rFonts w:ascii="Corbel" w:hAnsi="Corbel" w:eastAsia="Cambria"/>
                <w:sz w:val="24"/>
                <w:szCs w:val="24"/>
              </w:rPr>
              <w:t>zania – część szczegółowa, wydanie 13, Warszawa 2019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</w:t>
            </w:r>
          </w:p>
          <w:p w:rsidRPr="002C6B54" w:rsidR="00C22A4A" w:rsidP="00C22A4A" w:rsidRDefault="00C22A4A" w14:paraId="00F63DB2" w14:textId="77777777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hAnsi="Corbel" w:eastAsia="Cambria"/>
                <w:b/>
                <w:sz w:val="24"/>
                <w:szCs w:val="24"/>
              </w:rPr>
              <w:t>W. Czachórski,  A. Brzozowski, M. Safian, E. Skowrońska-Bocian</w:t>
            </w:r>
            <w:r w:rsidRPr="009D143A">
              <w:rPr>
                <w:rFonts w:ascii="Corbel" w:hAnsi="Corbel" w:eastAsia="Cambria"/>
                <w:sz w:val="24"/>
                <w:szCs w:val="24"/>
              </w:rPr>
              <w:t>, Zobowiązani</w:t>
            </w:r>
            <w:r>
              <w:rPr>
                <w:rFonts w:ascii="Corbel" w:hAnsi="Corbel" w:eastAsia="Cambria"/>
                <w:sz w:val="24"/>
                <w:szCs w:val="24"/>
              </w:rPr>
              <w:t>a. Zarys wykładu, Warszawa 2009</w:t>
            </w:r>
          </w:p>
        </w:tc>
      </w:tr>
      <w:tr w:rsidRPr="009C54AE" w:rsidR="00C22A4A" w:rsidTr="0197F6A8" w14:paraId="390AC489" w14:textId="77777777">
        <w:trPr>
          <w:trHeight w:val="397"/>
        </w:trPr>
        <w:tc>
          <w:tcPr>
            <w:tcW w:w="7513" w:type="dxa"/>
            <w:tcMar/>
          </w:tcPr>
          <w:p w:rsidR="00C22A4A" w:rsidP="006F78E6" w:rsidRDefault="00C22A4A" w14:paraId="5E3030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197F6A8" w:rsidR="08B5BE15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0197F6A8" w:rsidP="0197F6A8" w:rsidRDefault="0197F6A8" w14:paraId="28C67526" w14:textId="0B85935E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2C6B54" w:rsidR="00C22A4A" w:rsidP="00C22A4A" w:rsidRDefault="00C22A4A" w14:paraId="79C4413D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2C6B54">
              <w:rPr>
                <w:rFonts w:ascii="Corbel" w:hAnsi="Corbel"/>
                <w:b/>
                <w:szCs w:val="24"/>
              </w:rPr>
              <w:t>D.E. Kotłowski, M.O. Piaskowska, K. Sadowski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A862E7">
              <w:rPr>
                <w:rFonts w:ascii="Corbel" w:hAnsi="Corbel"/>
                <w:szCs w:val="24"/>
              </w:rPr>
              <w:t xml:space="preserve">Kazusy cywilne – część ogólna, prawo rzeczowe, zobowiązania </w:t>
            </w:r>
            <w:r>
              <w:rPr>
                <w:rFonts w:ascii="Corbel" w:hAnsi="Corbel"/>
                <w:szCs w:val="24"/>
              </w:rPr>
              <w:t>i spadki, wyd. 2, Warszawa 2017,</w:t>
            </w:r>
          </w:p>
          <w:p w:rsidRPr="009C54AE" w:rsidR="00C22A4A" w:rsidP="00C22A4A" w:rsidRDefault="00C22A4A" w14:paraId="7907BDD6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/>
                <w:szCs w:val="24"/>
              </w:rPr>
              <w:t>Cempura</w:t>
            </w:r>
            <w:proofErr w:type="spellEnd"/>
            <w:r>
              <w:rPr>
                <w:rFonts w:ascii="Corbel" w:hAnsi="Corbel"/>
                <w:b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/>
                <w:szCs w:val="24"/>
              </w:rPr>
              <w:t>Kasolik</w:t>
            </w:r>
            <w:proofErr w:type="spellEnd"/>
            <w:r>
              <w:rPr>
                <w:rFonts w:ascii="Corbel" w:hAnsi="Corbel"/>
                <w:b/>
                <w:szCs w:val="24"/>
              </w:rPr>
              <w:t xml:space="preserve">, </w:t>
            </w:r>
            <w:r>
              <w:rPr>
                <w:rFonts w:ascii="Corbel" w:hAnsi="Corbel"/>
                <w:szCs w:val="24"/>
              </w:rPr>
              <w:t>Metodyka sporządzania umów gospodarczych, Warszawa 2020.</w:t>
            </w:r>
          </w:p>
        </w:tc>
      </w:tr>
    </w:tbl>
    <w:p w:rsidRPr="009C54AE" w:rsidR="0085747A" w:rsidP="009C54AE" w:rsidRDefault="0085747A" w14:paraId="6D22971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30BD0C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754765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6671" w:rsidP="00C16ABF" w:rsidRDefault="00916671" w14:paraId="5C423179" w14:textId="77777777">
      <w:pPr>
        <w:spacing w:after="0" w:line="240" w:lineRule="auto"/>
      </w:pPr>
      <w:r>
        <w:separator/>
      </w:r>
    </w:p>
  </w:endnote>
  <w:endnote w:type="continuationSeparator" w:id="0">
    <w:p w:rsidR="00916671" w:rsidP="00C16ABF" w:rsidRDefault="00916671" w14:paraId="6D359BD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6671" w:rsidP="00C16ABF" w:rsidRDefault="00916671" w14:paraId="3A5ACAF9" w14:textId="77777777">
      <w:pPr>
        <w:spacing w:after="0" w:line="240" w:lineRule="auto"/>
      </w:pPr>
      <w:r>
        <w:separator/>
      </w:r>
    </w:p>
  </w:footnote>
  <w:footnote w:type="continuationSeparator" w:id="0">
    <w:p w:rsidR="00916671" w:rsidP="00C16ABF" w:rsidRDefault="00916671" w14:paraId="79E194D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575A9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95C86"/>
    <w:multiLevelType w:val="hybridMultilevel"/>
    <w:tmpl w:val="8F789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0C56909"/>
    <w:multiLevelType w:val="hybridMultilevel"/>
    <w:tmpl w:val="72B05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6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3E1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827"/>
    <w:rsid w:val="002B4D55"/>
    <w:rsid w:val="002B5EA0"/>
    <w:rsid w:val="002B6119"/>
    <w:rsid w:val="002C1F06"/>
    <w:rsid w:val="002D328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40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FD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9C0"/>
    <w:rsid w:val="008E64F4"/>
    <w:rsid w:val="008F12C9"/>
    <w:rsid w:val="008F6E29"/>
    <w:rsid w:val="00916188"/>
    <w:rsid w:val="00916671"/>
    <w:rsid w:val="00923D7D"/>
    <w:rsid w:val="009508DF"/>
    <w:rsid w:val="00950DAC"/>
    <w:rsid w:val="00954A07"/>
    <w:rsid w:val="00997F14"/>
    <w:rsid w:val="009A0F0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A4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68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A53"/>
    <w:rsid w:val="00E24BF5"/>
    <w:rsid w:val="00E25338"/>
    <w:rsid w:val="00E51E44"/>
    <w:rsid w:val="00E533BE"/>
    <w:rsid w:val="00E63348"/>
    <w:rsid w:val="00E742AA"/>
    <w:rsid w:val="00E77E88"/>
    <w:rsid w:val="00E8107D"/>
    <w:rsid w:val="00E960BB"/>
    <w:rsid w:val="00E96404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7F6A8"/>
    <w:rsid w:val="064C7DF2"/>
    <w:rsid w:val="07717454"/>
    <w:rsid w:val="08B5BE15"/>
    <w:rsid w:val="24CBBA4E"/>
    <w:rsid w:val="2B2520C9"/>
    <w:rsid w:val="3FEB03F9"/>
    <w:rsid w:val="407CAE56"/>
    <w:rsid w:val="5C46C6EF"/>
    <w:rsid w:val="74BF9502"/>
    <w:rsid w:val="78B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8BDA"/>
  <w15:docId w15:val="{26239AC7-6458-49FE-AAE0-AFF8CC3CFF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D26682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D2668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0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CF3FC-2ACC-4174-B3C5-1C5EC3E933B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14</revision>
  <lastPrinted>2019-02-06T12:12:00.0000000Z</lastPrinted>
  <dcterms:created xsi:type="dcterms:W3CDTF">2020-03-10T11:54:00.0000000Z</dcterms:created>
  <dcterms:modified xsi:type="dcterms:W3CDTF">2022-01-21T13:40:00.8832820Z</dcterms:modified>
</coreProperties>
</file>